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E53BB8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ΣΤ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756EA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4025D8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756EA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ΣΤ5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- </w:t>
            </w:r>
            <w:r w:rsidR="00756EA3" w:rsidRPr="00756EA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Ο2.Ε76 </w:t>
            </w:r>
            <w:bookmarkStart w:id="0" w:name="_GoBack"/>
            <w:bookmarkEnd w:id="0"/>
            <w:r w:rsidR="00756EA3" w:rsidRPr="00756EA3">
              <w:rPr>
                <w:rFonts w:ascii="Calibri" w:eastAsia="Times New Roman" w:hAnsi="Calibri" w:cs="Calibri"/>
                <w:b/>
                <w:bCs/>
                <w:color w:val="000000"/>
                <w:lang w:val="en-GB" w:eastAsia="el-GR"/>
              </w:rPr>
              <w:t>UPS</w:t>
            </w:r>
            <w:r w:rsidR="00756EA3" w:rsidRPr="00756EA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Τύπου 02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756EA3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756EA3" w:rsidRPr="00DF25B3" w:rsidRDefault="00756EA3" w:rsidP="00756E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EA3" w:rsidRPr="00EF62A6" w:rsidRDefault="00756EA3" w:rsidP="00756EA3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hAnsi="Arial" w:cs="Arial"/>
                <w:color w:val="000000"/>
                <w:lang w:val="en-US" w:eastAsia="el-GR"/>
              </w:rPr>
              <w:t>Rated power in VA 1600 VA</w:t>
            </w:r>
          </w:p>
        </w:tc>
        <w:tc>
          <w:tcPr>
            <w:tcW w:w="1441" w:type="dxa"/>
          </w:tcPr>
          <w:p w:rsidR="00756EA3" w:rsidRPr="00DF25B3" w:rsidRDefault="00756EA3" w:rsidP="00756E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756EA3" w:rsidRPr="00DF25B3" w:rsidRDefault="00756EA3" w:rsidP="00756E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756EA3" w:rsidRPr="00DF25B3" w:rsidRDefault="00756EA3" w:rsidP="00756E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56EA3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756EA3" w:rsidRPr="00DF25B3" w:rsidRDefault="00756EA3" w:rsidP="00756E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EA3" w:rsidRPr="00EF62A6" w:rsidRDefault="00756EA3" w:rsidP="00756EA3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hAnsi="Arial" w:cs="Arial"/>
                <w:color w:val="000000"/>
                <w:lang w:val="en-US" w:eastAsia="el-GR"/>
              </w:rPr>
              <w:t>Rated power in W 960W</w:t>
            </w:r>
          </w:p>
        </w:tc>
        <w:tc>
          <w:tcPr>
            <w:tcW w:w="1441" w:type="dxa"/>
          </w:tcPr>
          <w:p w:rsidR="00756EA3" w:rsidRPr="00DF25B3" w:rsidRDefault="00756EA3" w:rsidP="00756E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756EA3" w:rsidRPr="00DF25B3" w:rsidRDefault="00756EA3" w:rsidP="00756E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756EA3" w:rsidRPr="00DF25B3" w:rsidRDefault="00756EA3" w:rsidP="00756E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56EA3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756EA3" w:rsidRPr="00DF25B3" w:rsidRDefault="00756EA3" w:rsidP="00756E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EA3" w:rsidRPr="00DF25B3" w:rsidRDefault="00756EA3" w:rsidP="00756EA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Main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Input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Voltage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230V</w:t>
            </w:r>
          </w:p>
        </w:tc>
        <w:tc>
          <w:tcPr>
            <w:tcW w:w="1441" w:type="dxa"/>
          </w:tcPr>
          <w:p w:rsidR="00756EA3" w:rsidRPr="00DF25B3" w:rsidRDefault="00756EA3" w:rsidP="00756E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756EA3" w:rsidRPr="00DF25B3" w:rsidRDefault="00756EA3" w:rsidP="00756E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756EA3" w:rsidRPr="00DF25B3" w:rsidRDefault="00756EA3" w:rsidP="00756E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56EA3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756EA3" w:rsidRPr="00DF25B3" w:rsidRDefault="00756EA3" w:rsidP="00756E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EA3" w:rsidRPr="00EF62A6" w:rsidRDefault="00756EA3" w:rsidP="00756EA3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hAnsi="Arial" w:cs="Arial"/>
                <w:color w:val="000000"/>
                <w:lang w:val="en-US" w:eastAsia="el-GR"/>
              </w:rPr>
              <w:t>Input Connection Type IEC 60320 C13</w:t>
            </w:r>
          </w:p>
        </w:tc>
        <w:tc>
          <w:tcPr>
            <w:tcW w:w="1441" w:type="dxa"/>
          </w:tcPr>
          <w:p w:rsidR="00756EA3" w:rsidRPr="00DF25B3" w:rsidRDefault="00756EA3" w:rsidP="00756E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756EA3" w:rsidRPr="00DF25B3" w:rsidRDefault="00756EA3" w:rsidP="00756E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756EA3" w:rsidRPr="00DF25B3" w:rsidRDefault="00756EA3" w:rsidP="00756E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56EA3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756EA3" w:rsidRPr="00DF25B3" w:rsidRDefault="00756EA3" w:rsidP="00756E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EA3" w:rsidRPr="00EF62A6" w:rsidRDefault="00756EA3" w:rsidP="00756EA3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hAnsi="Arial" w:cs="Arial"/>
                <w:color w:val="000000"/>
                <w:lang w:val="en-US" w:eastAsia="el-GR"/>
              </w:rPr>
              <w:t>output connection type &gt;= 8x IEC C13 outlets</w:t>
            </w:r>
          </w:p>
        </w:tc>
        <w:tc>
          <w:tcPr>
            <w:tcW w:w="1441" w:type="dxa"/>
          </w:tcPr>
          <w:p w:rsidR="00756EA3" w:rsidRPr="00DF25B3" w:rsidRDefault="00756EA3" w:rsidP="00756E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756EA3" w:rsidRPr="00DF25B3" w:rsidRDefault="00756EA3" w:rsidP="00756E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756EA3" w:rsidRPr="00DF25B3" w:rsidRDefault="00756EA3" w:rsidP="00756E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56EA3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756EA3" w:rsidRPr="00DF25B3" w:rsidRDefault="00756EA3" w:rsidP="00756E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EA3" w:rsidRPr="00EF62A6" w:rsidRDefault="00756EA3" w:rsidP="00756EA3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hAnsi="Arial" w:cs="Arial"/>
                <w:color w:val="000000"/>
                <w:lang w:val="en-US" w:eastAsia="el-GR"/>
              </w:rPr>
              <w:t>Waveform type/Power Sine wave</w:t>
            </w:r>
          </w:p>
        </w:tc>
        <w:tc>
          <w:tcPr>
            <w:tcW w:w="1441" w:type="dxa"/>
          </w:tcPr>
          <w:p w:rsidR="00756EA3" w:rsidRPr="00DF25B3" w:rsidRDefault="00756EA3" w:rsidP="00756E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756EA3" w:rsidRPr="00DF25B3" w:rsidRDefault="00756EA3" w:rsidP="00756E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756EA3" w:rsidRPr="00DF25B3" w:rsidRDefault="00756EA3" w:rsidP="00756E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56EA3" w:rsidRPr="00EF62A6" w:rsidTr="003617D8">
        <w:trPr>
          <w:trHeight w:val="85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756EA3" w:rsidRPr="00DF25B3" w:rsidRDefault="00756EA3" w:rsidP="00756E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EA3" w:rsidRPr="00EF62A6" w:rsidRDefault="00756EA3" w:rsidP="00756EA3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hAnsi="Arial" w:cs="Arial"/>
                <w:color w:val="000000"/>
                <w:lang w:val="en-US" w:eastAsia="el-GR"/>
              </w:rPr>
              <w:t>Protection Automatic voltage regulation (AVR) / Data line protection</w:t>
            </w:r>
          </w:p>
        </w:tc>
        <w:tc>
          <w:tcPr>
            <w:tcW w:w="1441" w:type="dxa"/>
          </w:tcPr>
          <w:p w:rsidR="00756EA3" w:rsidRPr="00EF62A6" w:rsidRDefault="00756EA3" w:rsidP="00756E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756EA3" w:rsidRPr="00EF62A6" w:rsidRDefault="00756EA3" w:rsidP="00756E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756EA3" w:rsidRPr="00EF62A6" w:rsidRDefault="00756EA3" w:rsidP="00756E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</w:tr>
      <w:tr w:rsidR="00756EA3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756EA3" w:rsidRPr="00DF25B3" w:rsidRDefault="00756EA3" w:rsidP="00756E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EA3" w:rsidRPr="00DF25B3" w:rsidRDefault="00756EA3" w:rsidP="00756EA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Topology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Line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interactive</w:t>
            </w:r>
            <w:proofErr w:type="spellEnd"/>
          </w:p>
        </w:tc>
        <w:tc>
          <w:tcPr>
            <w:tcW w:w="1441" w:type="dxa"/>
          </w:tcPr>
          <w:p w:rsidR="00756EA3" w:rsidRPr="00DF25B3" w:rsidRDefault="00756EA3" w:rsidP="00756E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756EA3" w:rsidRPr="00DF25B3" w:rsidRDefault="00756EA3" w:rsidP="00756E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756EA3" w:rsidRPr="00DF25B3" w:rsidRDefault="00756EA3" w:rsidP="00756E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756EA3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756EA3" w:rsidRPr="00C60E4A" w:rsidRDefault="00756EA3" w:rsidP="00756E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9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EA3" w:rsidRPr="00EF62A6" w:rsidRDefault="00756EA3" w:rsidP="00756EA3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hAnsi="Arial" w:cs="Arial"/>
                <w:color w:val="000000"/>
                <w:lang w:val="en-US" w:eastAsia="el-GR"/>
              </w:rPr>
              <w:t>Battery type Lead-acid battery</w:t>
            </w:r>
          </w:p>
        </w:tc>
        <w:tc>
          <w:tcPr>
            <w:tcW w:w="1441" w:type="dxa"/>
          </w:tcPr>
          <w:p w:rsidR="00756EA3" w:rsidRDefault="00756EA3" w:rsidP="00756EA3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756EA3" w:rsidRPr="00DF25B3" w:rsidRDefault="00756EA3" w:rsidP="00756E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756EA3" w:rsidRPr="00DF25B3" w:rsidRDefault="00756EA3" w:rsidP="00756E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756EA3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756EA3" w:rsidRPr="00C60E4A" w:rsidRDefault="00756EA3" w:rsidP="00756E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EA3" w:rsidRPr="00DF25B3" w:rsidRDefault="00756EA3" w:rsidP="00756EA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Replacement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battery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&gt;= 1</w:t>
            </w:r>
          </w:p>
        </w:tc>
        <w:tc>
          <w:tcPr>
            <w:tcW w:w="1441" w:type="dxa"/>
          </w:tcPr>
          <w:p w:rsidR="00756EA3" w:rsidRDefault="00756EA3" w:rsidP="00756EA3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756EA3" w:rsidRPr="00DF25B3" w:rsidRDefault="00756EA3" w:rsidP="00756E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756EA3" w:rsidRPr="00DF25B3" w:rsidRDefault="00756EA3" w:rsidP="00756E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756EA3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756EA3" w:rsidRPr="00C60E4A" w:rsidRDefault="00756EA3" w:rsidP="00756E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EA3" w:rsidRPr="00EF62A6" w:rsidRDefault="00756EA3" w:rsidP="00756EA3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hAnsi="Arial" w:cs="Arial"/>
                <w:color w:val="000000"/>
                <w:lang w:val="en-US" w:eastAsia="el-GR"/>
              </w:rPr>
              <w:t>Ports USB Type A + C</w:t>
            </w:r>
          </w:p>
        </w:tc>
        <w:tc>
          <w:tcPr>
            <w:tcW w:w="1441" w:type="dxa"/>
          </w:tcPr>
          <w:p w:rsidR="00756EA3" w:rsidRDefault="00756EA3" w:rsidP="00756EA3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756EA3" w:rsidRPr="00DF25B3" w:rsidRDefault="00756EA3" w:rsidP="00756E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756EA3" w:rsidRPr="00DF25B3" w:rsidRDefault="00756EA3" w:rsidP="00756E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756EA3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756EA3" w:rsidRPr="00C60E4A" w:rsidRDefault="00756EA3" w:rsidP="00756EA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56EA3" w:rsidRPr="00DF25B3" w:rsidRDefault="00756EA3" w:rsidP="00756EA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Εγγύηση  &gt;= 3Υ</w:t>
            </w:r>
          </w:p>
        </w:tc>
        <w:tc>
          <w:tcPr>
            <w:tcW w:w="1441" w:type="dxa"/>
          </w:tcPr>
          <w:p w:rsidR="00756EA3" w:rsidRDefault="00756EA3" w:rsidP="00756EA3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756EA3" w:rsidRPr="00DF25B3" w:rsidRDefault="00756EA3" w:rsidP="00756E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756EA3" w:rsidRPr="00DF25B3" w:rsidRDefault="00756EA3" w:rsidP="00756EA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B7ED1"/>
    <w:rsid w:val="004025D8"/>
    <w:rsid w:val="00406FB0"/>
    <w:rsid w:val="00633A63"/>
    <w:rsid w:val="00671793"/>
    <w:rsid w:val="00756EA3"/>
    <w:rsid w:val="00A40B4A"/>
    <w:rsid w:val="00C60E4A"/>
    <w:rsid w:val="00E53BB8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AF4E5E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C5066D70</Template>
  <TotalTime>0</TotalTime>
  <Pages>1</Pages>
  <Words>92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2</cp:revision>
  <dcterms:created xsi:type="dcterms:W3CDTF">2025-09-10T09:02:00Z</dcterms:created>
  <dcterms:modified xsi:type="dcterms:W3CDTF">2025-09-10T09:02:00Z</dcterms:modified>
</cp:coreProperties>
</file>